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w:rsidRPr="00560668" w:rsidR="006E5D65" w:rsidP="00B73F17" w:rsidRDefault="00997F14" w14:paraId="3598B674" w14:textId="77777777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560668" w:rsidR="00D8678B">
        <w:rPr>
          <w:rFonts w:ascii="Corbel" w:hAnsi="Corbel"/>
          <w:bCs/>
          <w:i/>
          <w:sz w:val="18"/>
          <w:szCs w:val="18"/>
        </w:rPr>
        <w:t xml:space="preserve">Załącznik nr </w:t>
      </w:r>
      <w:r w:rsidRPr="00560668" w:rsidR="006F31E2">
        <w:rPr>
          <w:rFonts w:ascii="Corbel" w:hAnsi="Corbel"/>
          <w:bCs/>
          <w:i/>
          <w:sz w:val="18"/>
          <w:szCs w:val="18"/>
        </w:rPr>
        <w:t>1.5</w:t>
      </w:r>
      <w:r w:rsidRPr="00560668" w:rsidR="00D8678B">
        <w:rPr>
          <w:rFonts w:ascii="Corbel" w:hAnsi="Corbel"/>
          <w:bCs/>
          <w:i/>
          <w:sz w:val="18"/>
          <w:szCs w:val="18"/>
        </w:rPr>
        <w:t xml:space="preserve"> do Zarządzenia</w:t>
      </w:r>
      <w:r w:rsidRPr="00560668" w:rsidR="002A22BF">
        <w:rPr>
          <w:rFonts w:ascii="Corbel" w:hAnsi="Corbel"/>
          <w:bCs/>
          <w:i/>
          <w:sz w:val="18"/>
          <w:szCs w:val="18"/>
        </w:rPr>
        <w:t xml:space="preserve"> Rektora UR </w:t>
      </w:r>
      <w:r w:rsidRPr="00560668" w:rsidR="00CD6897">
        <w:rPr>
          <w:rFonts w:ascii="Corbel" w:hAnsi="Corbel"/>
          <w:bCs/>
          <w:i/>
          <w:sz w:val="18"/>
          <w:szCs w:val="18"/>
        </w:rPr>
        <w:t xml:space="preserve"> nr </w:t>
      </w:r>
      <w:r w:rsidRPr="00560668" w:rsidR="00F17567">
        <w:rPr>
          <w:rFonts w:ascii="Corbel" w:hAnsi="Corbel"/>
          <w:bCs/>
          <w:i/>
          <w:sz w:val="18"/>
          <w:szCs w:val="18"/>
        </w:rPr>
        <w:t>12/2019</w:t>
      </w:r>
    </w:p>
    <w:p w:rsidRPr="009C54AE" w:rsidR="0085747A" w:rsidP="00B73F17" w:rsidRDefault="0085747A" w14:paraId="3598B67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10E7ED2" w:rsidRDefault="0071620A" w14:paraId="3598B676" w14:textId="735205A9">
      <w:pPr>
        <w:spacing w:after="0" w:line="240" w:lineRule="exact"/>
        <w:jc w:val="center"/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</w:pPr>
      <w:r w:rsidRPr="610E7ED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10E7ED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10E7ED2" w:rsidR="002C0C8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610E7ED2" w:rsidR="462E2141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610E7ED2" w:rsidR="002C0C8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-202</w:t>
      </w:r>
      <w:r w:rsidRPr="610E7ED2" w:rsidR="45948C04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</w:p>
    <w:p w:rsidR="0085747A" w:rsidP="00B73F17" w:rsidRDefault="0085747A" w14:paraId="3598B677" w14:textId="2F060126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445970" w:rsidP="00B73F17" w:rsidRDefault="00445970" w14:paraId="3598B678" w14:textId="1533ABF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10E7ED2" w:rsidR="00445970">
        <w:rPr>
          <w:rFonts w:ascii="Corbel" w:hAnsi="Corbel"/>
          <w:sz w:val="20"/>
          <w:szCs w:val="20"/>
        </w:rPr>
        <w:t>R</w:t>
      </w:r>
      <w:r w:rsidRPr="610E7ED2" w:rsidR="002C0C8F">
        <w:rPr>
          <w:rFonts w:ascii="Corbel" w:hAnsi="Corbel"/>
          <w:sz w:val="20"/>
          <w:szCs w:val="20"/>
        </w:rPr>
        <w:t>ok akademicki 202</w:t>
      </w:r>
      <w:r w:rsidRPr="610E7ED2" w:rsidR="3C918111">
        <w:rPr>
          <w:rFonts w:ascii="Corbel" w:hAnsi="Corbel"/>
          <w:sz w:val="20"/>
          <w:szCs w:val="20"/>
        </w:rPr>
        <w:t>2</w:t>
      </w:r>
      <w:r w:rsidRPr="610E7ED2" w:rsidR="002C0C8F">
        <w:rPr>
          <w:rFonts w:ascii="Corbel" w:hAnsi="Corbel"/>
          <w:sz w:val="20"/>
          <w:szCs w:val="20"/>
        </w:rPr>
        <w:t>/202</w:t>
      </w:r>
      <w:r w:rsidRPr="610E7ED2" w:rsidR="34A5E22F">
        <w:rPr>
          <w:rFonts w:ascii="Corbel" w:hAnsi="Corbel"/>
          <w:sz w:val="20"/>
          <w:szCs w:val="20"/>
        </w:rPr>
        <w:t>3</w:t>
      </w:r>
    </w:p>
    <w:p w:rsidRPr="009C54AE" w:rsidR="0085747A" w:rsidP="00B73F17" w:rsidRDefault="0085747A" w14:paraId="3598B679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B73F17" w:rsidRDefault="0071620A" w14:paraId="3598B67A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B50C860" w14:paraId="3598B67D" w14:textId="77777777">
        <w:tc>
          <w:tcPr>
            <w:tcW w:w="2694" w:type="dxa"/>
            <w:tcMar/>
            <w:vAlign w:val="center"/>
          </w:tcPr>
          <w:p w:rsidRPr="009C54AE" w:rsidR="0085747A" w:rsidP="00B73F17" w:rsidRDefault="00C05F44" w14:paraId="3598B67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7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Symulacja sytuacji kryzysowych - warsztaty</w:t>
            </w:r>
          </w:p>
        </w:tc>
      </w:tr>
      <w:tr w:rsidRPr="009C54AE" w:rsidR="0085747A" w:rsidTr="5B50C860" w14:paraId="3598B680" w14:textId="77777777">
        <w:tc>
          <w:tcPr>
            <w:tcW w:w="2694" w:type="dxa"/>
            <w:tcMar/>
            <w:vAlign w:val="center"/>
          </w:tcPr>
          <w:p w:rsidRPr="009C54AE" w:rsidR="0085747A" w:rsidP="00B73F17" w:rsidRDefault="00C05F44" w14:paraId="3598B67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7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Pr="009C54AE" w:rsidR="0085747A" w:rsidTr="5B50C860" w14:paraId="3598B683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1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B50C860" w14:paraId="3598B686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654620" w14:paraId="3598B685" w14:textId="73B75DFD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B50C860" w14:paraId="3598B689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5B50C860" w14:paraId="3598B68C" w14:textId="77777777">
        <w:tc>
          <w:tcPr>
            <w:tcW w:w="2694" w:type="dxa"/>
            <w:tcMar/>
            <w:vAlign w:val="center"/>
          </w:tcPr>
          <w:p w:rsidRPr="009C54AE" w:rsidR="0085747A" w:rsidP="00B73F17" w:rsidRDefault="00DE4A14" w14:paraId="3598B68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5B50C860" w14:paraId="3598B68F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E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5B50C860" w14:paraId="3598B692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9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5B50C860" w14:paraId="3598B695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B50C860" w:rsidRDefault="002C0C8F" w14:paraId="3598B694" w14:textId="010F2EB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B50C860" w:rsidR="002C0C8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rok </w:t>
            </w:r>
            <w:r w:rsidRPr="5B50C860" w:rsidR="6685C73F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5B50C860" w:rsidR="002C0C8F">
              <w:rPr>
                <w:rFonts w:ascii="Corbel" w:hAnsi="Corbel"/>
                <w:b w:val="0"/>
                <w:bCs w:val="0"/>
                <w:sz w:val="24"/>
                <w:szCs w:val="24"/>
              </w:rPr>
              <w:t>V semestr</w:t>
            </w:r>
          </w:p>
        </w:tc>
      </w:tr>
      <w:tr w:rsidRPr="009C54AE" w:rsidR="0085747A" w:rsidTr="5B50C860" w14:paraId="3598B698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9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</w:t>
            </w:r>
            <w:bookmarkStart w:name="_GoBack" w:id="0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ciowy</w:t>
            </w:r>
          </w:p>
        </w:tc>
      </w:tr>
      <w:tr w:rsidRPr="009C54AE" w:rsidR="00923D7D" w:rsidTr="5B50C860" w14:paraId="3598B69B" w14:textId="77777777">
        <w:tc>
          <w:tcPr>
            <w:tcW w:w="2694" w:type="dxa"/>
            <w:tcMar/>
            <w:vAlign w:val="center"/>
          </w:tcPr>
          <w:p w:rsidRPr="009C54AE" w:rsidR="00923D7D" w:rsidP="00B73F17" w:rsidRDefault="00923D7D" w14:paraId="3598B69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B73F17" w:rsidRDefault="002C0C8F" w14:paraId="3598B69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B50C860" w14:paraId="3598B69E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3537E66" w:rsidRDefault="007F6877" w14:paraId="3598B69D" w14:textId="473462D7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2E0C51" w:rsidR="007F6877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452E0C51" w:rsidR="009F30DB">
              <w:rPr>
                <w:rFonts w:ascii="Corbel" w:hAnsi="Corbel"/>
                <w:b w:val="0"/>
                <w:bCs w:val="0"/>
                <w:sz w:val="24"/>
                <w:szCs w:val="24"/>
              </w:rPr>
              <w:t>r hab. Sabina Grabowska</w:t>
            </w:r>
            <w:r w:rsidRPr="452E0C51" w:rsidR="5B57151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  <w:r w:rsidRPr="452E0C51" w:rsidR="5B571515">
              <w:rPr>
                <w:rFonts w:ascii="Corbel" w:hAnsi="Corbel"/>
                <w:b w:val="0"/>
                <w:bCs w:val="0"/>
                <w:sz w:val="24"/>
                <w:szCs w:val="24"/>
              </w:rPr>
              <w:t>prof.</w:t>
            </w:r>
            <w:r w:rsidRPr="452E0C51" w:rsidR="3387887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452E0C51" w:rsidR="5B571515">
              <w:rPr>
                <w:rFonts w:ascii="Corbel" w:hAnsi="Corbel"/>
                <w:b w:val="0"/>
                <w:bCs w:val="0"/>
                <w:sz w:val="24"/>
                <w:szCs w:val="24"/>
              </w:rPr>
              <w:t>UR</w:t>
            </w:r>
          </w:p>
        </w:tc>
      </w:tr>
      <w:tr w:rsidRPr="009C54AE" w:rsidR="0085747A" w:rsidTr="5B50C860" w14:paraId="3598B6A1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7F6877" w14:paraId="3598B6A0" w14:textId="7B95C3D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C0C8F">
              <w:rPr>
                <w:rFonts w:ascii="Corbel" w:hAnsi="Corbel"/>
                <w:b w:val="0"/>
                <w:sz w:val="24"/>
                <w:szCs w:val="24"/>
              </w:rPr>
              <w:t xml:space="preserve">gr Damian Wicherek </w:t>
            </w:r>
          </w:p>
        </w:tc>
      </w:tr>
    </w:tbl>
    <w:p w:rsidRPr="009C54AE" w:rsidR="0085747A" w:rsidP="00B73F17" w:rsidRDefault="0085747A" w14:paraId="3598B6A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B73F17" w:rsidRDefault="00923D7D" w14:paraId="3598B6A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B73F17" w:rsidRDefault="0085747A" w14:paraId="3598B6A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B73F17" w:rsidRDefault="00923D7D" w14:paraId="3598B6A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9C54AE" w:rsidR="00015B8F" w:rsidTr="00560668" w14:paraId="3598B6B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B73F17" w:rsidRDefault="00015B8F" w14:paraId="3598B6A6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B73F17" w:rsidRDefault="002B5EA0" w14:paraId="3598B6A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A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654620" w14:paraId="3598B6AF" w14:textId="0CBF44B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B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560668" w14:paraId="3598B6B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B73F17" w:rsidRDefault="002C0C8F" w14:paraId="3598B6B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3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4" w14:textId="7F97F4C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654620" w14:paraId="3598B6BA" w14:textId="0396DA6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2C0C8F" w14:paraId="3598B6B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B73F17" w:rsidRDefault="00923D7D" w14:paraId="3598B6C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B73F17" w:rsidRDefault="0085747A" w14:paraId="3598B6CA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B73F17" w:rsidRDefault="00654620" w14:paraId="3598B6CB" w14:textId="1AF08AE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8B784" wp14:editId="7AC60D13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43D923BB">
                <v:path fillok="f" arrowok="t" o:connecttype="none"/>
                <o:lock v:ext="edit" shapetype="t"/>
              </v:shapetype>
              <v:shape id="AutoShape 3" style="position:absolute;margin-left:38.55pt;margin-top:4.55pt;width:6.7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"/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98B785" wp14:editId="70810CBA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style="position:absolute;margin-left:38.55pt;margin-top:4.55pt;width:6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" w14:anchorId="61083EC7"/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B73F17" w:rsidRDefault="0085747A" w14:paraId="3598B6CC" w14:textId="5B4781B6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B73F17" w:rsidRDefault="0085747A" w14:paraId="3598B6C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E22FBC" w:rsidP="00B73F17" w:rsidRDefault="00E22FBC" w14:paraId="3598B6CE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2C0C8F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E960BB" w:rsidP="00B73F17" w:rsidRDefault="00E960BB" w14:paraId="3598B6D0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E960BB" w:rsidP="00B73F17" w:rsidRDefault="0085747A" w14:paraId="3598B6D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598B6D4" w14:textId="77777777">
        <w:tc>
          <w:tcPr>
            <w:tcW w:w="9670" w:type="dxa"/>
          </w:tcPr>
          <w:p w:rsidRPr="009C54AE" w:rsidR="0085747A" w:rsidP="00B73F17" w:rsidRDefault="007F6877" w14:paraId="3598B6D2" w14:textId="554138D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3967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procesu przygotowania i realizacji symulacji sytuacji kryzysowej.</w:t>
            </w:r>
          </w:p>
          <w:p w:rsidRPr="009C54AE" w:rsidR="0085747A" w:rsidP="00B73F17" w:rsidRDefault="0085747A" w14:paraId="3598B6D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B73F17" w:rsidRDefault="00153C41" w14:paraId="3598B6D5" w14:textId="422E7748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7F6877" w:rsidP="00B73F17" w:rsidRDefault="007F6877" w14:paraId="0BA2E392" w14:textId="0301066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7F6877" w:rsidP="00B73F17" w:rsidRDefault="007F6877" w14:paraId="5960216B" w14:textId="57EEEAF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7F6877" w:rsidP="00B73F17" w:rsidRDefault="007F6877" w14:paraId="03B85E6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05F44" w:rsidR="0085747A" w:rsidP="00B73F17" w:rsidRDefault="0071620A" w14:paraId="3598B6D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B73F17" w:rsidRDefault="0085747A" w14:paraId="3598B6D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P="00B73F17" w:rsidRDefault="0071620A" w14:paraId="3598B6D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B73F17" w:rsidRDefault="00F83B28" w14:paraId="3598B6D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3598B6DC" w14:textId="77777777">
        <w:tc>
          <w:tcPr>
            <w:tcW w:w="851" w:type="dxa"/>
            <w:vAlign w:val="center"/>
          </w:tcPr>
          <w:p w:rsidRPr="009C54AE" w:rsidR="0085747A" w:rsidP="00B73F17" w:rsidRDefault="0085747A" w14:paraId="3598B6D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B73F17" w:rsidRDefault="00AB478D" w14:paraId="3598B6D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Pr="009C54AE" w:rsidR="0085747A" w:rsidTr="00923D7D" w14:paraId="3598B6DF" w14:textId="77777777">
        <w:tc>
          <w:tcPr>
            <w:tcW w:w="851" w:type="dxa"/>
            <w:vAlign w:val="center"/>
          </w:tcPr>
          <w:p w:rsidRPr="009C54AE" w:rsidR="0085747A" w:rsidP="00B73F17" w:rsidRDefault="00AB478D" w14:paraId="3598B6DD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B73F17" w:rsidRDefault="00AB478D" w14:paraId="3598B6D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Pr="009C54AE" w:rsidR="0085747A" w:rsidTr="00923D7D" w14:paraId="3598B6E2" w14:textId="77777777">
        <w:tc>
          <w:tcPr>
            <w:tcW w:w="851" w:type="dxa"/>
            <w:vAlign w:val="center"/>
          </w:tcPr>
          <w:p w:rsidRPr="009C54AE" w:rsidR="0085747A" w:rsidP="00B73F17" w:rsidRDefault="0085747A" w14:paraId="3598B6E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B478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B73F17" w:rsidRDefault="00AB478D" w14:paraId="3598B6E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:rsidRPr="009C54AE" w:rsidR="0085747A" w:rsidP="00B73F17" w:rsidRDefault="0085747A" w14:paraId="3598B6E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B73F17" w:rsidRDefault="009F4610" w14:paraId="3598B6E4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B73F17" w:rsidRDefault="001D7B54" w14:paraId="3598B6E5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3598B6E9" w14:textId="77777777">
        <w:tc>
          <w:tcPr>
            <w:tcW w:w="1701" w:type="dxa"/>
            <w:vAlign w:val="center"/>
          </w:tcPr>
          <w:p w:rsidRPr="009C54AE" w:rsidR="0085747A" w:rsidP="00B73F17" w:rsidRDefault="0085747A" w14:paraId="3598B6E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B73F17" w:rsidRDefault="0085747A" w14:paraId="3598B6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B73F17" w:rsidRDefault="0085747A" w14:paraId="3598B6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598B6ED" w14:textId="77777777">
        <w:tc>
          <w:tcPr>
            <w:tcW w:w="1701" w:type="dxa"/>
          </w:tcPr>
          <w:p w:rsidRPr="009C54AE" w:rsidR="0085747A" w:rsidP="00B73F17" w:rsidRDefault="0085747A" w14:paraId="3598B6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B73F17" w:rsidRDefault="003967F3" w14:paraId="3598B6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pojęcia z zakresu zarządzania kryzysowego i potrafi się nimi posługiwać w kontekście przygotowania symulacji sytuacji kryzysowej</w:t>
            </w:r>
          </w:p>
        </w:tc>
        <w:tc>
          <w:tcPr>
            <w:tcW w:w="1873" w:type="dxa"/>
          </w:tcPr>
          <w:p w:rsidRPr="009C54AE" w:rsidR="0085747A" w:rsidP="00B73F17" w:rsidRDefault="003967F3" w14:paraId="3598B6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3598B6F1" w14:textId="77777777">
        <w:tc>
          <w:tcPr>
            <w:tcW w:w="1701" w:type="dxa"/>
          </w:tcPr>
          <w:p w:rsidRPr="009C54AE" w:rsidR="0085747A" w:rsidP="00B73F17" w:rsidRDefault="0085747A" w14:paraId="3598B6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B73F17" w:rsidRDefault="003967F3" w14:paraId="3598B6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za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przygotowania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:rsidRPr="009C54AE" w:rsidR="0085747A" w:rsidP="00B73F17" w:rsidRDefault="003967F3" w14:paraId="3598B6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85747A" w:rsidTr="005E6E85" w14:paraId="3598B6F5" w14:textId="77777777">
        <w:tc>
          <w:tcPr>
            <w:tcW w:w="1701" w:type="dxa"/>
          </w:tcPr>
          <w:p w:rsidRPr="009C54AE" w:rsidR="0085747A" w:rsidP="00B73F17" w:rsidRDefault="0085747A" w14:paraId="3598B6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B73F17" w:rsidRDefault="003967F3" w14:paraId="3598B6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Podsiada wiedzę z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obowiązywania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aktów prawnych dotyczących sytuacji kryzysowych</w:t>
            </w:r>
            <w:r w:rsidR="006C748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kompetencji poszczególnych organów</w:t>
            </w:r>
          </w:p>
        </w:tc>
        <w:tc>
          <w:tcPr>
            <w:tcW w:w="1873" w:type="dxa"/>
          </w:tcPr>
          <w:p w:rsidRPr="009C54AE" w:rsidR="0085747A" w:rsidP="00B73F17" w:rsidRDefault="0046717B" w14:paraId="3598B6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46717B" w:rsidTr="005E6E85" w14:paraId="3598B6F9" w14:textId="77777777">
        <w:tc>
          <w:tcPr>
            <w:tcW w:w="1701" w:type="dxa"/>
          </w:tcPr>
          <w:p w:rsidRPr="009C54AE" w:rsidR="0046717B" w:rsidP="00B73F17" w:rsidRDefault="0046717B" w14:paraId="3598B6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6717B" w:rsidP="00B73F17" w:rsidRDefault="0046717B" w14:paraId="3598B6F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:rsidR="0046717B" w:rsidP="00B73F17" w:rsidRDefault="0046717B" w14:paraId="3598B6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46717B" w:rsidTr="005E6E85" w14:paraId="3598B6FD" w14:textId="77777777">
        <w:tc>
          <w:tcPr>
            <w:tcW w:w="1701" w:type="dxa"/>
          </w:tcPr>
          <w:p w:rsidR="0046717B" w:rsidP="00B73F17" w:rsidRDefault="0046717B" w14:paraId="3598B6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6717B" w:rsidP="00B73F17" w:rsidRDefault="0046717B" w14:paraId="3598B6FB" w14:textId="75C3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wykorzystać zdobytą wiedzę do </w:t>
            </w:r>
            <w:r w:rsidR="00B73F17">
              <w:rPr>
                <w:rFonts w:ascii="Corbel" w:hAnsi="Corbel"/>
                <w:b w:val="0"/>
                <w:smallCaps w:val="0"/>
                <w:szCs w:val="24"/>
              </w:rPr>
              <w:t>analizowania symulacji sytuacji kryzysowej</w:t>
            </w:r>
          </w:p>
        </w:tc>
        <w:tc>
          <w:tcPr>
            <w:tcW w:w="1873" w:type="dxa"/>
          </w:tcPr>
          <w:p w:rsidR="0046717B" w:rsidP="00B73F17" w:rsidRDefault="0046717B" w14:paraId="3598B6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P="00B73F17" w:rsidRDefault="0085747A" w14:paraId="3598B6F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6C7482" w:rsidP="00B73F17" w:rsidRDefault="006C7482" w14:paraId="3598B6F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B73F17" w:rsidRDefault="00675843" w14:paraId="3598B70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B73F17" w:rsidRDefault="0085747A" w14:paraId="3598B70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P="00B73F17" w:rsidRDefault="00675843" w14:paraId="3598B70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6C7482" w:rsidP="00B73F17" w:rsidRDefault="006C7482" w14:paraId="3598B70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598B705" w14:textId="77777777">
        <w:tc>
          <w:tcPr>
            <w:tcW w:w="9639" w:type="dxa"/>
          </w:tcPr>
          <w:p w:rsidRPr="009C54AE" w:rsidR="0085747A" w:rsidP="00B73F17" w:rsidRDefault="0085747A" w14:paraId="3598B704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598B707" w14:textId="77777777">
        <w:tc>
          <w:tcPr>
            <w:tcW w:w="9639" w:type="dxa"/>
          </w:tcPr>
          <w:p w:rsidRPr="009C54AE" w:rsidR="0085747A" w:rsidP="00B73F17" w:rsidRDefault="0085747A" w14:paraId="3598B706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598B709" w14:textId="77777777">
        <w:tc>
          <w:tcPr>
            <w:tcW w:w="9639" w:type="dxa"/>
          </w:tcPr>
          <w:p w:rsidRPr="009C54AE" w:rsidR="0085747A" w:rsidP="00B73F17" w:rsidRDefault="0085747A" w14:paraId="3598B708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598B70B" w14:textId="77777777">
        <w:tc>
          <w:tcPr>
            <w:tcW w:w="9639" w:type="dxa"/>
          </w:tcPr>
          <w:p w:rsidRPr="009C54AE" w:rsidR="0085747A" w:rsidP="00B73F17" w:rsidRDefault="0085747A" w14:paraId="3598B70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6C7482" w:rsidTr="00923D7D" w14:paraId="3598B70D" w14:textId="77777777">
        <w:tc>
          <w:tcPr>
            <w:tcW w:w="9639" w:type="dxa"/>
          </w:tcPr>
          <w:p w:rsidR="006C7482" w:rsidP="00B73F17" w:rsidRDefault="006C7482" w14:paraId="3598B70C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P="00B73F17" w:rsidRDefault="0085747A" w14:paraId="3598B70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C7482" w:rsidP="00B73F17" w:rsidRDefault="006C7482" w14:paraId="3598B70F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C7482" w:rsidP="00B73F17" w:rsidRDefault="006C7482" w14:paraId="3598B710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C7482" w:rsidP="00B73F17" w:rsidRDefault="006C7482" w14:paraId="3598B711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6C7482" w:rsidP="00B73F17" w:rsidRDefault="006C7482" w14:paraId="3598B712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B73F17" w:rsidRDefault="0085747A" w14:paraId="3598B71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B73F17" w:rsidRDefault="0085747A" w14:paraId="3598B714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76748" w14:paraId="3598B716" w14:textId="77777777">
        <w:tc>
          <w:tcPr>
            <w:tcW w:w="9520" w:type="dxa"/>
          </w:tcPr>
          <w:p w:rsidRPr="009C54AE" w:rsidR="0085747A" w:rsidP="00B73F17" w:rsidRDefault="0085747A" w14:paraId="3598B715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B76748" w14:paraId="3598B718" w14:textId="77777777">
        <w:tc>
          <w:tcPr>
            <w:tcW w:w="9520" w:type="dxa"/>
          </w:tcPr>
          <w:p w:rsidRPr="00B76748" w:rsidR="0085747A" w:rsidP="00B73F17" w:rsidRDefault="00B76748" w14:paraId="3598B717" w14:textId="36E7672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Pr="009C54AE" w:rsidR="00B76748" w:rsidTr="00B76748" w14:paraId="0B9B989F" w14:textId="77777777">
        <w:tc>
          <w:tcPr>
            <w:tcW w:w="9520" w:type="dxa"/>
          </w:tcPr>
          <w:p w:rsidRPr="00B76748" w:rsidR="00B76748" w:rsidP="00B73F17" w:rsidRDefault="00B76748" w14:paraId="6309D775" w14:textId="6EC8D5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Pr="009C54AE" w:rsidR="00B76748" w:rsidTr="00B76748" w14:paraId="5C7DADE0" w14:textId="77777777">
        <w:tc>
          <w:tcPr>
            <w:tcW w:w="9520" w:type="dxa"/>
          </w:tcPr>
          <w:p w:rsidRPr="00B76748" w:rsidR="00B76748" w:rsidP="00B73F17" w:rsidRDefault="00B76748" w14:paraId="28B25543" w14:textId="641ED2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Pr="009C54AE" w:rsidR="00B76748" w:rsidTr="00B76748" w14:paraId="3598B71A" w14:textId="77777777">
        <w:tc>
          <w:tcPr>
            <w:tcW w:w="9520" w:type="dxa"/>
          </w:tcPr>
          <w:p w:rsidRPr="00B76748" w:rsidR="00B76748" w:rsidP="00B73F17" w:rsidRDefault="00B76748" w14:paraId="3598B719" w14:textId="6237C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Pr="009C54AE" w:rsidR="00B76748" w:rsidTr="00B76748" w14:paraId="3598B720" w14:textId="77777777">
        <w:tc>
          <w:tcPr>
            <w:tcW w:w="9520" w:type="dxa"/>
          </w:tcPr>
          <w:p w:rsidRPr="00B76748" w:rsidR="00B76748" w:rsidP="00B73F17" w:rsidRDefault="00B76748" w14:paraId="3598B71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Pr="009C54AE" w:rsidR="00B76748" w:rsidTr="00B76748" w14:paraId="3598B722" w14:textId="77777777">
        <w:tc>
          <w:tcPr>
            <w:tcW w:w="9520" w:type="dxa"/>
          </w:tcPr>
          <w:p w:rsidRPr="00B76748" w:rsidR="00B76748" w:rsidP="00B73F17" w:rsidRDefault="00B76748" w14:paraId="3598B72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Pr="009C54AE" w:rsidR="00B76748" w:rsidTr="00B76748" w14:paraId="3598B724" w14:textId="77777777">
        <w:trPr>
          <w:trHeight w:val="92"/>
        </w:trPr>
        <w:tc>
          <w:tcPr>
            <w:tcW w:w="9520" w:type="dxa"/>
          </w:tcPr>
          <w:p w:rsidRPr="00B76748" w:rsidR="00B76748" w:rsidP="00B73F17" w:rsidRDefault="00B76748" w14:paraId="3598B72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:rsidRPr="009C54AE" w:rsidR="0085747A" w:rsidP="00B73F17" w:rsidRDefault="0085747A" w14:paraId="3598B725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B73F17" w:rsidRDefault="009F4610" w14:paraId="3598B726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B73F17" w:rsidRDefault="0085747A" w14:paraId="3598B72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C0C8F" w:rsidR="0085747A" w:rsidP="00B73F17" w:rsidRDefault="00560668" w14:paraId="3598B729" w14:textId="0527656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2C0C8F"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:rsidR="002C0C8F" w:rsidP="00B73F17" w:rsidRDefault="002C0C8F" w14:paraId="3598B72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2B5E7A" w:rsidP="00B73F17" w:rsidRDefault="002B5E7A" w14:paraId="3598B72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B73F17" w:rsidRDefault="00C61DC5" w14:paraId="3598B72C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B73F17" w:rsidRDefault="00923D7D" w14:paraId="3598B72D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B73F17" w:rsidRDefault="0085747A" w14:paraId="3598B72E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B73F17" w:rsidRDefault="0085747A" w14:paraId="3598B72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3598B735" w14:textId="77777777">
        <w:tc>
          <w:tcPr>
            <w:tcW w:w="1985" w:type="dxa"/>
            <w:vAlign w:val="center"/>
          </w:tcPr>
          <w:p w:rsidRPr="009C54AE" w:rsidR="0085747A" w:rsidP="00B73F17" w:rsidRDefault="0071620A" w14:paraId="3598B7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B73F17" w:rsidRDefault="00F974DA" w14:paraId="3598B7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B73F17" w:rsidRDefault="009F4610" w14:paraId="3598B7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B73F17" w:rsidRDefault="0085747A" w14:paraId="3598B7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B73F17" w:rsidRDefault="0085747A" w14:paraId="3598B7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3598B739" w14:textId="77777777">
        <w:tc>
          <w:tcPr>
            <w:tcW w:w="1985" w:type="dxa"/>
          </w:tcPr>
          <w:p w:rsidRPr="009C54AE" w:rsidR="0085747A" w:rsidP="00B73F17" w:rsidRDefault="0085747A" w14:paraId="3598B7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B478D" w:rsidR="0085747A" w:rsidP="00B73F17" w:rsidRDefault="00AB478D" w14:paraId="3598B7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Pr="009C54AE" w:rsidR="0085747A" w:rsidP="00B73F17" w:rsidRDefault="002B5E7A" w14:paraId="3598B73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85747A" w:rsidTr="00C05F44" w14:paraId="3598B73D" w14:textId="77777777">
        <w:tc>
          <w:tcPr>
            <w:tcW w:w="1985" w:type="dxa"/>
          </w:tcPr>
          <w:p w:rsidRPr="009C54AE" w:rsidR="0085747A" w:rsidP="00B73F17" w:rsidRDefault="0085747A" w14:paraId="3598B73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B73F17" w:rsidRDefault="00AB478D" w14:paraId="3598B7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6" w:type="dxa"/>
          </w:tcPr>
          <w:p w:rsidRPr="009C54AE" w:rsidR="0085747A" w:rsidP="00B73F17" w:rsidRDefault="002B5E7A" w14:paraId="3598B7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2B5E7A" w:rsidTr="00C05F44" w14:paraId="3598B741" w14:textId="77777777">
        <w:tc>
          <w:tcPr>
            <w:tcW w:w="1985" w:type="dxa"/>
          </w:tcPr>
          <w:p w:rsidRPr="009C54AE" w:rsidR="002B5E7A" w:rsidP="00B73F17" w:rsidRDefault="002B5E7A" w14:paraId="3598B7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2B5E7A" w:rsidP="00B73F17" w:rsidRDefault="00AB478D" w14:paraId="3598B73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2B5E7A" w:rsidP="00B73F17" w:rsidRDefault="002B5E7A" w14:paraId="3598B74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2B5E7A" w:rsidTr="00C05F44" w14:paraId="3598B745" w14:textId="77777777">
        <w:tc>
          <w:tcPr>
            <w:tcW w:w="1985" w:type="dxa"/>
          </w:tcPr>
          <w:p w:rsidRPr="009C54AE" w:rsidR="002B5E7A" w:rsidP="00B73F17" w:rsidRDefault="002B5E7A" w14:paraId="3598B7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2B5E7A" w:rsidP="00B73F17" w:rsidRDefault="00AB478D" w14:paraId="3598B7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2B5E7A" w:rsidP="00B73F17" w:rsidRDefault="002B5E7A" w14:paraId="3598B74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2B5E7A" w:rsidTr="00C05F44" w14:paraId="3598B749" w14:textId="77777777">
        <w:tc>
          <w:tcPr>
            <w:tcW w:w="1985" w:type="dxa"/>
          </w:tcPr>
          <w:p w:rsidRPr="009C54AE" w:rsidR="002B5E7A" w:rsidP="00B73F17" w:rsidRDefault="002B5E7A" w14:paraId="3598B7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:rsidRPr="009C54AE" w:rsidR="002B5E7A" w:rsidP="00B73F17" w:rsidRDefault="00AB478D" w14:paraId="3598B7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2B5E7A" w:rsidP="00B73F17" w:rsidRDefault="002B5E7A" w14:paraId="3598B7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Pr="009C54AE" w:rsidR="00923D7D" w:rsidP="00B73F17" w:rsidRDefault="00923D7D" w14:paraId="3598B74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3E1941" w14:paraId="3598B74B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B73F17" w:rsidRDefault="00923D7D" w14:paraId="3598B74C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598B750" w14:textId="77777777">
        <w:tc>
          <w:tcPr>
            <w:tcW w:w="9670" w:type="dxa"/>
          </w:tcPr>
          <w:p w:rsidRPr="009C54AE" w:rsidR="0085747A" w:rsidP="00B73F17" w:rsidRDefault="002C0C8F" w14:paraId="3598B74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  <w:p w:rsidRPr="009C54AE" w:rsidR="00923D7D" w:rsidP="00B73F17" w:rsidRDefault="00923D7D" w14:paraId="3598B7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B73F17" w:rsidRDefault="0085747A" w14:paraId="3598B7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B73F17" w:rsidRDefault="0085747A" w14:paraId="3598B75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2C0C8F" w:rsidP="00B73F17" w:rsidRDefault="002C0C8F" w14:paraId="3598B75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9F4610" w:rsidP="00B73F17" w:rsidRDefault="0085747A" w14:paraId="3598B75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B73F17" w:rsidRDefault="0085747A" w14:paraId="3598B75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598B757" w14:textId="77777777">
        <w:tc>
          <w:tcPr>
            <w:tcW w:w="4962" w:type="dxa"/>
            <w:vAlign w:val="center"/>
          </w:tcPr>
          <w:p w:rsidRPr="009C54AE" w:rsidR="0085747A" w:rsidP="00B73F17" w:rsidRDefault="00C61DC5" w14:paraId="3598B7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B73F17" w:rsidRDefault="00C61DC5" w14:paraId="3598B75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598B75A" w14:textId="77777777">
        <w:tc>
          <w:tcPr>
            <w:tcW w:w="4962" w:type="dxa"/>
          </w:tcPr>
          <w:p w:rsidRPr="009C54AE" w:rsidR="0085747A" w:rsidP="00B73F17" w:rsidRDefault="00C61DC5" w14:paraId="3598B75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73F17" w:rsidRDefault="002C0C8F" w14:paraId="3598B75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3598B75E" w14:textId="77777777">
        <w:tc>
          <w:tcPr>
            <w:tcW w:w="4962" w:type="dxa"/>
          </w:tcPr>
          <w:p w:rsidRPr="009C54AE" w:rsidR="00C61DC5" w:rsidP="00B73F17" w:rsidRDefault="00C61DC5" w14:paraId="3598B75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B73F17" w:rsidRDefault="00C61DC5" w14:paraId="3598B75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B73F17" w:rsidRDefault="002C0C8F" w14:paraId="3598B75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598B762" w14:textId="77777777">
        <w:tc>
          <w:tcPr>
            <w:tcW w:w="4962" w:type="dxa"/>
          </w:tcPr>
          <w:p w:rsidRPr="009C54AE" w:rsidR="0071620A" w:rsidP="00B73F17" w:rsidRDefault="00C61DC5" w14:paraId="3598B75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B73F17" w:rsidRDefault="00C61DC5" w14:paraId="3598B76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B73F17" w:rsidRDefault="002C0C8F" w14:paraId="3598B76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</w:tc>
      </w:tr>
      <w:tr w:rsidRPr="009C54AE" w:rsidR="0085747A" w:rsidTr="00923D7D" w14:paraId="3598B765" w14:textId="77777777">
        <w:tc>
          <w:tcPr>
            <w:tcW w:w="4962" w:type="dxa"/>
          </w:tcPr>
          <w:p w:rsidRPr="009C54AE" w:rsidR="0085747A" w:rsidP="00B73F17" w:rsidRDefault="0085747A" w14:paraId="3598B76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73F17" w:rsidRDefault="002C0C8F" w14:paraId="3598B76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3598B768" w14:textId="77777777">
        <w:tc>
          <w:tcPr>
            <w:tcW w:w="4962" w:type="dxa"/>
          </w:tcPr>
          <w:p w:rsidRPr="009C54AE" w:rsidR="0085747A" w:rsidP="00B73F17" w:rsidRDefault="0085747A" w14:paraId="3598B7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B73F17" w:rsidRDefault="002C0C8F" w14:paraId="3598B7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B73F17" w:rsidRDefault="00923D7D" w14:paraId="3598B769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B73F17" w:rsidRDefault="003E1941" w14:paraId="3598B76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71620A" w14:paraId="3598B76B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B73F17" w:rsidRDefault="0085747A" w14:paraId="3598B76C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3598B76F" w14:textId="77777777">
        <w:trPr>
          <w:trHeight w:val="397"/>
        </w:trPr>
        <w:tc>
          <w:tcPr>
            <w:tcW w:w="3544" w:type="dxa"/>
          </w:tcPr>
          <w:p w:rsidRPr="009C54AE" w:rsidR="0085747A" w:rsidP="00B73F17" w:rsidRDefault="0085747A" w14:paraId="3598B76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B73F17" w:rsidRDefault="0085747A" w14:paraId="3598B7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3598B772" w14:textId="77777777">
        <w:trPr>
          <w:trHeight w:val="397"/>
        </w:trPr>
        <w:tc>
          <w:tcPr>
            <w:tcW w:w="3544" w:type="dxa"/>
          </w:tcPr>
          <w:p w:rsidRPr="009C54AE" w:rsidR="0085747A" w:rsidP="00B73F17" w:rsidRDefault="0085747A" w14:paraId="3598B7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B73F17" w:rsidRDefault="0085747A" w14:paraId="3598B7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B73F17" w:rsidRDefault="003E1941" w14:paraId="3598B773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AB478D" w:rsidP="00B73F17" w:rsidRDefault="00AB478D" w14:paraId="3598B774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675843" w14:paraId="3598B77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B73F17" w:rsidRDefault="00675843" w14:paraId="3598B776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55B1B34" w14:paraId="3598B77A" w14:textId="77777777">
        <w:trPr>
          <w:trHeight w:val="397"/>
        </w:trPr>
        <w:tc>
          <w:tcPr>
            <w:tcW w:w="7513" w:type="dxa"/>
            <w:tcMar/>
          </w:tcPr>
          <w:p w:rsidR="0085747A" w:rsidP="00B73F17" w:rsidRDefault="0085747A" w14:paraId="3598B77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76748" w:rsidR="00B76748" w:rsidP="00B73F17" w:rsidRDefault="00B76748" w14:paraId="3871A4EE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:rsidRPr="00B76748" w:rsidR="00962F05" w:rsidP="00B73F17" w:rsidRDefault="00B76748" w14:paraId="3598B779" w14:textId="33EDB1C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Pr="009C54AE" w:rsidR="0085747A" w:rsidTr="655B1B34" w14:paraId="3598B780" w14:textId="77777777">
        <w:trPr>
          <w:trHeight w:val="397"/>
        </w:trPr>
        <w:tc>
          <w:tcPr>
            <w:tcW w:w="7513" w:type="dxa"/>
            <w:tcMar/>
          </w:tcPr>
          <w:p w:rsidR="0085747A" w:rsidP="00B73F17" w:rsidRDefault="0085747A" w14:paraId="3598B77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53AB0C40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B76748" w:rsidR="00DE49E2" w:rsidP="655B1B34" w:rsidRDefault="00962F05" w14:paraId="3598B77D" w14:textId="14DEB28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55B1B34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Bąk</w:t>
            </w:r>
            <w:r w:rsidRPr="655B1B34" w:rsidR="00B767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5B1B34" w:rsidR="00B767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T.</w:t>
            </w:r>
            <w:r w:rsidRPr="655B1B34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Zarządzanie kryzysowe w przypadku zamachu terrorystycznego, „Zeszyty Naukowe WSOWL”, ISNN 1731-8157, nr 3(157) 2010. </w:t>
            </w:r>
          </w:p>
          <w:p w:rsidR="00B76748" w:rsidP="00B73F17" w:rsidRDefault="00B76748" w14:paraId="25981FAF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B76748" w:rsidR="00962F05" w:rsidP="452E0C51" w:rsidRDefault="00962F05" w14:paraId="3598B77E" w14:textId="6B252045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52E0C51" w:rsidR="474AA3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Koszela</w:t>
            </w:r>
            <w:r w:rsidRPr="452E0C51" w:rsidR="48E26FD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52E0C51" w:rsidR="48E26FD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J.</w:t>
            </w:r>
            <w:r w:rsidRPr="452E0C51" w:rsidR="474AA3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 </w:t>
            </w:r>
            <w:r w:rsidRPr="452E0C51" w:rsidR="474AA3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Wantoch</w:t>
            </w:r>
            <w:r w:rsidRPr="452E0C51" w:rsidR="474AA3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-Rekowski</w:t>
            </w:r>
            <w:r w:rsidRPr="452E0C51" w:rsidR="3734BB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R.</w:t>
            </w:r>
            <w:r w:rsidRPr="452E0C51" w:rsidR="474AA3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Zastosowania symulatorów do szkolenia w zakresie sytuacji kryzysowych, „Bezpieczeństwo i technika pożarnicza”, nr 1, 2013. </w:t>
            </w:r>
          </w:p>
          <w:p w:rsidRPr="00962F05" w:rsidR="00962F05" w:rsidP="53AB0C40" w:rsidRDefault="00962F05" w14:paraId="21D92E10" w14:textId="369F133D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</w:p>
          <w:p w:rsidRPr="00962F05" w:rsidR="00962F05" w:rsidP="53AB0C40" w:rsidRDefault="00962F05" w14:paraId="618D54C1" w14:textId="0F415763">
            <w:pPr>
              <w:pStyle w:val="Punktygwne"/>
              <w:spacing w:before="0" w:after="0" w:line="276" w:lineRule="auto"/>
              <w:ind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3AB0C40" w:rsidR="0DF5BDA6">
              <w:rPr>
                <w:rFonts w:ascii="Corbel" w:hAnsi="Corbel"/>
                <w:b w:val="0"/>
                <w:bCs w:val="0"/>
                <w:caps w:val="0"/>
                <w:smallCaps w:val="0"/>
              </w:rPr>
              <w:t>Kuśmierek Z., Udział wojska w sytuacjach kryzysowych, „Zeszyty Naukowe Państwowej Wyższej Szkoły Zawodowej im. Witelona w Legnicy”, ISSN 1896-8333, nr 10 (1) /2014.</w:t>
            </w:r>
          </w:p>
          <w:p w:rsidRPr="00962F05" w:rsidR="00962F05" w:rsidP="53AB0C40" w:rsidRDefault="00962F05" w14:paraId="3598B77F" w14:textId="6A6AF801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</w:tbl>
    <w:p w:rsidRPr="009C54AE" w:rsidR="0085747A" w:rsidP="00B73F17" w:rsidRDefault="0085747A" w14:paraId="3598B781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85747A" w14:paraId="3598B782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85747A" w14:paraId="3598B783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CBA" w:rsidP="00C16ABF" w:rsidRDefault="00D42CBA" w14:paraId="378E5EF5" w14:textId="77777777">
      <w:pPr>
        <w:spacing w:after="0" w:line="240" w:lineRule="auto"/>
      </w:pPr>
      <w:r>
        <w:separator/>
      </w:r>
    </w:p>
  </w:endnote>
  <w:endnote w:type="continuationSeparator" w:id="0">
    <w:p w:rsidR="00D42CBA" w:rsidP="00C16ABF" w:rsidRDefault="00D42CBA" w14:paraId="3423C97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CBA" w:rsidP="00C16ABF" w:rsidRDefault="00D42CBA" w14:paraId="15F6E9DD" w14:textId="77777777">
      <w:pPr>
        <w:spacing w:after="0" w:line="240" w:lineRule="auto"/>
      </w:pPr>
      <w:r>
        <w:separator/>
      </w:r>
    </w:p>
  </w:footnote>
  <w:footnote w:type="continuationSeparator" w:id="0">
    <w:p w:rsidR="00D42CBA" w:rsidP="00C16ABF" w:rsidRDefault="00D42CBA" w14:paraId="2921183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598B78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94B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1B28"/>
    <w:rsid w:val="002B4D55"/>
    <w:rsid w:val="002B5E7A"/>
    <w:rsid w:val="002B5EA0"/>
    <w:rsid w:val="002B6119"/>
    <w:rsid w:val="002C0C8F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768"/>
    <w:rsid w:val="003967F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17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66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620"/>
    <w:rsid w:val="00654934"/>
    <w:rsid w:val="006620D9"/>
    <w:rsid w:val="00671958"/>
    <w:rsid w:val="00675843"/>
    <w:rsid w:val="00696477"/>
    <w:rsid w:val="006C74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F1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877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B83"/>
    <w:rsid w:val="00962F05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0DB"/>
    <w:rsid w:val="009F3C5C"/>
    <w:rsid w:val="009F4610"/>
    <w:rsid w:val="00A00ECC"/>
    <w:rsid w:val="00A155EE"/>
    <w:rsid w:val="00A1612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478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F17"/>
    <w:rsid w:val="00B75946"/>
    <w:rsid w:val="00B76748"/>
    <w:rsid w:val="00B8056E"/>
    <w:rsid w:val="00B819C8"/>
    <w:rsid w:val="00B82308"/>
    <w:rsid w:val="00B90885"/>
    <w:rsid w:val="00BB1816"/>
    <w:rsid w:val="00BB520A"/>
    <w:rsid w:val="00BD3869"/>
    <w:rsid w:val="00BD66E9"/>
    <w:rsid w:val="00BD6FF4"/>
    <w:rsid w:val="00BE7600"/>
    <w:rsid w:val="00BF2C41"/>
    <w:rsid w:val="00C058B4"/>
    <w:rsid w:val="00C05F44"/>
    <w:rsid w:val="00C131B5"/>
    <w:rsid w:val="00C16ABF"/>
    <w:rsid w:val="00C170AE"/>
    <w:rsid w:val="00C2109D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BA"/>
    <w:rsid w:val="00D552B2"/>
    <w:rsid w:val="00D608D1"/>
    <w:rsid w:val="00D74119"/>
    <w:rsid w:val="00D8075B"/>
    <w:rsid w:val="00D8678B"/>
    <w:rsid w:val="00DA2114"/>
    <w:rsid w:val="00DE09C0"/>
    <w:rsid w:val="00DE49E2"/>
    <w:rsid w:val="00DE4A14"/>
    <w:rsid w:val="00DF320D"/>
    <w:rsid w:val="00DF71C8"/>
    <w:rsid w:val="00E129B8"/>
    <w:rsid w:val="00E1508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C22518"/>
    <w:rsid w:val="0CC58503"/>
    <w:rsid w:val="0DF5BDA6"/>
    <w:rsid w:val="11D9D9E2"/>
    <w:rsid w:val="13537E66"/>
    <w:rsid w:val="170B1288"/>
    <w:rsid w:val="1C12FBCC"/>
    <w:rsid w:val="24AA4B57"/>
    <w:rsid w:val="26817798"/>
    <w:rsid w:val="2C7DF772"/>
    <w:rsid w:val="3250F401"/>
    <w:rsid w:val="33878875"/>
    <w:rsid w:val="34A5E22F"/>
    <w:rsid w:val="35857FDC"/>
    <w:rsid w:val="3734BB66"/>
    <w:rsid w:val="38280F25"/>
    <w:rsid w:val="3C918111"/>
    <w:rsid w:val="426C9D94"/>
    <w:rsid w:val="452E0C51"/>
    <w:rsid w:val="45948C04"/>
    <w:rsid w:val="462E2141"/>
    <w:rsid w:val="474AA310"/>
    <w:rsid w:val="48E26FD1"/>
    <w:rsid w:val="53AB0C40"/>
    <w:rsid w:val="54C570D7"/>
    <w:rsid w:val="5B50C860"/>
    <w:rsid w:val="5B571515"/>
    <w:rsid w:val="610E7ED2"/>
    <w:rsid w:val="655B1B34"/>
    <w:rsid w:val="6685C73F"/>
    <w:rsid w:val="6985120A"/>
    <w:rsid w:val="699BEE39"/>
    <w:rsid w:val="6A768EC6"/>
    <w:rsid w:val="79AE9989"/>
    <w:rsid w:val="7A21B821"/>
    <w:rsid w:val="7DE1A2A4"/>
    <w:rsid w:val="7EF6D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B674"/>
  <w15:docId w15:val="{1A5707D4-CEA0-4A89-AB19-E1D80544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076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70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76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707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56ABC-CE6C-46E5-9593-E6CA1292E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83B18E-3419-41A7-8E37-44A80C8E4E3F}"/>
</file>

<file path=customXml/itemProps3.xml><?xml version="1.0" encoding="utf-8"?>
<ds:datastoreItem xmlns:ds="http://schemas.openxmlformats.org/officeDocument/2006/customXml" ds:itemID="{89C61326-BAFA-403E-B7A9-F186228FA5B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5D45AF5-1260-40EC-BF4B-B92DC7FB960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19</cp:revision>
  <cp:lastPrinted>2019-02-06T12:12:00Z</cp:lastPrinted>
  <dcterms:created xsi:type="dcterms:W3CDTF">2020-11-18T10:37:00Z</dcterms:created>
  <dcterms:modified xsi:type="dcterms:W3CDTF">2021-11-14T15:35:25Z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